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91C45" w14:textId="0A12D348" w:rsidR="00912CFB" w:rsidRDefault="00E33717" w:rsidP="00E33717">
      <w:pPr>
        <w:tabs>
          <w:tab w:val="left" w:pos="-567"/>
        </w:tabs>
        <w:spacing w:before="120" w:after="120"/>
        <w:ind w:right="-426"/>
        <w:jc w:val="center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 w:rsidR="00912CFB">
        <w:rPr>
          <w:rFonts w:asciiTheme="minorHAnsi" w:eastAsia="Calibri" w:hAnsiTheme="minorHAnsi" w:cstheme="minorHAnsi"/>
          <w:b/>
          <w:i/>
        </w:rPr>
        <w:t>Załącznik nr 2 do zapytania ofertowego</w:t>
      </w:r>
    </w:p>
    <w:p w14:paraId="635E5ABB" w14:textId="0CD5DA0B" w:rsidR="00912CFB" w:rsidRPr="007661D7" w:rsidRDefault="00C33760" w:rsidP="00912CFB">
      <w:pPr>
        <w:autoSpaceDE w:val="0"/>
        <w:autoSpaceDN w:val="0"/>
        <w:adjustRightInd w:val="0"/>
        <w:ind w:left="5664" w:firstLine="708"/>
        <w:jc w:val="center"/>
        <w:rPr>
          <w:rFonts w:asciiTheme="minorHAnsi" w:eastAsia="Calibri" w:hAnsiTheme="minorHAnsi" w:cstheme="minorHAnsi"/>
          <w:bCs/>
          <w:i/>
          <w:iCs/>
          <w:u w:val="single"/>
        </w:rPr>
      </w:pPr>
      <w:r>
        <w:rPr>
          <w:rFonts w:asciiTheme="minorHAnsi" w:eastAsia="Calibri" w:hAnsiTheme="minorHAnsi" w:cstheme="minorHAnsi"/>
          <w:bCs/>
          <w:i/>
          <w:iCs/>
          <w:u w:val="single"/>
        </w:rPr>
        <w:t xml:space="preserve"> </w:t>
      </w:r>
      <w:r w:rsidR="00912CFB" w:rsidRPr="007661D7">
        <w:rPr>
          <w:rFonts w:asciiTheme="minorHAnsi" w:eastAsia="Calibri" w:hAnsiTheme="minorHAnsi" w:cstheme="minorHAnsi"/>
          <w:bCs/>
          <w:i/>
          <w:iCs/>
          <w:u w:val="single"/>
        </w:rPr>
        <w:t>dla części 1</w:t>
      </w:r>
      <w:r w:rsidR="00912CFB">
        <w:rPr>
          <w:rFonts w:asciiTheme="minorHAnsi" w:eastAsia="Calibri" w:hAnsiTheme="minorHAnsi" w:cstheme="minorHAnsi"/>
          <w:bCs/>
          <w:i/>
          <w:iCs/>
          <w:u w:val="single"/>
        </w:rPr>
        <w:t xml:space="preserve"> i </w:t>
      </w:r>
      <w:r w:rsidR="00912CFB" w:rsidRPr="007661D7">
        <w:rPr>
          <w:rFonts w:asciiTheme="minorHAnsi" w:eastAsia="Calibri" w:hAnsiTheme="minorHAnsi" w:cstheme="minorHAnsi"/>
          <w:bCs/>
          <w:i/>
          <w:iCs/>
          <w:u w:val="single"/>
        </w:rPr>
        <w:t>2 zamówienia</w:t>
      </w:r>
    </w:p>
    <w:p w14:paraId="35CBA5B4" w14:textId="77777777" w:rsidR="00912CFB" w:rsidRPr="00316E59" w:rsidRDefault="00912CFB" w:rsidP="00912CFB">
      <w:pPr>
        <w:rPr>
          <w:rFonts w:asciiTheme="minorHAnsi" w:hAnsiTheme="minorHAnsi" w:cstheme="minorHAnsi"/>
          <w:b/>
        </w:rPr>
      </w:pPr>
      <w:r w:rsidRPr="00316E59">
        <w:rPr>
          <w:rFonts w:asciiTheme="minorHAnsi" w:hAnsiTheme="minorHAnsi" w:cstheme="minorHAnsi"/>
          <w:b/>
        </w:rPr>
        <w:t>Wykonawca:</w:t>
      </w:r>
    </w:p>
    <w:p w14:paraId="60A0C833" w14:textId="77777777" w:rsidR="00912CFB" w:rsidRDefault="00912CFB" w:rsidP="00912CFB">
      <w:pPr>
        <w:rPr>
          <w:rFonts w:asciiTheme="minorHAnsi" w:hAnsiTheme="minorHAnsi" w:cstheme="minorHAnsi"/>
          <w:b/>
          <w:sz w:val="20"/>
          <w:szCs w:val="20"/>
        </w:rPr>
      </w:pPr>
    </w:p>
    <w:p w14:paraId="132D3641" w14:textId="6F56706D" w:rsidR="00912CFB" w:rsidRDefault="00912CFB" w:rsidP="00912CFB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E33717">
        <w:rPr>
          <w:rFonts w:asciiTheme="minorHAnsi" w:hAnsiTheme="minorHAnsi" w:cstheme="minorHAnsi"/>
          <w:sz w:val="20"/>
          <w:szCs w:val="20"/>
        </w:rPr>
        <w:t>..</w:t>
      </w:r>
    </w:p>
    <w:p w14:paraId="48871A67" w14:textId="0DEA3F25" w:rsidR="00912CFB" w:rsidRDefault="00912CFB" w:rsidP="00912CFB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E65E9E" w14:textId="77777777" w:rsidR="00C33760" w:rsidRDefault="00912CFB" w:rsidP="00C33760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3ED001B7" w14:textId="77777777" w:rsidR="00C33760" w:rsidRDefault="00C33760" w:rsidP="00C33760">
      <w:pPr>
        <w:ind w:right="5954"/>
        <w:rPr>
          <w:rFonts w:asciiTheme="minorHAnsi" w:hAnsiTheme="minorHAnsi" w:cstheme="minorHAnsi"/>
          <w:sz w:val="20"/>
          <w:szCs w:val="20"/>
        </w:rPr>
      </w:pPr>
    </w:p>
    <w:p w14:paraId="020CC381" w14:textId="50C8B4E1" w:rsidR="00912CFB" w:rsidRDefault="00912CFB" w:rsidP="00C33760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</w:t>
      </w:r>
      <w:r w:rsidR="00E33717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EB4D66C" w14:textId="209CF944" w:rsidR="00912CFB" w:rsidRPr="00C33760" w:rsidRDefault="00912CFB" w:rsidP="00C33760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C33760">
        <w:rPr>
          <w:rFonts w:asciiTheme="minorHAnsi" w:hAnsiTheme="minorHAnsi" w:cstheme="minorHAnsi"/>
          <w:i/>
          <w:sz w:val="16"/>
          <w:szCs w:val="16"/>
        </w:rPr>
        <w:t>(pełna nazwa Wykonawcy/Wykonawców, adres, NIP/PESEL</w:t>
      </w:r>
      <w:r w:rsidR="00140DD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C33760">
        <w:rPr>
          <w:rFonts w:asciiTheme="minorHAnsi" w:hAnsiTheme="minorHAnsi" w:cstheme="minorHAnsi"/>
          <w:i/>
          <w:sz w:val="16"/>
          <w:szCs w:val="16"/>
        </w:rPr>
        <w:t xml:space="preserve">(w zależności od podmiotu) </w:t>
      </w:r>
    </w:p>
    <w:p w14:paraId="3A92CDAC" w14:textId="77777777" w:rsidR="00912CFB" w:rsidRDefault="00912CFB" w:rsidP="00912CFB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2CE90133" w14:textId="77777777" w:rsidR="00912CFB" w:rsidRDefault="00912CFB" w:rsidP="00912CFB">
      <w:pPr>
        <w:ind w:right="5953"/>
        <w:rPr>
          <w:rFonts w:asciiTheme="minorHAnsi" w:hAnsiTheme="minorHAnsi" w:cstheme="minorHAnsi"/>
          <w:sz w:val="16"/>
          <w:szCs w:val="16"/>
        </w:rPr>
      </w:pPr>
    </w:p>
    <w:p w14:paraId="42B95321" w14:textId="77777777" w:rsidR="00E33717" w:rsidRDefault="00E33717" w:rsidP="00912CF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1DFC079" w14:textId="36FA7DD0" w:rsidR="00912CFB" w:rsidRDefault="00912CFB" w:rsidP="00912CF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OŚWIADCZENIE WYKONAWCY </w:t>
      </w:r>
    </w:p>
    <w:p w14:paraId="7FE7853F" w14:textId="77777777" w:rsidR="00912CFB" w:rsidRPr="0064083D" w:rsidRDefault="00912CFB" w:rsidP="00912CFB">
      <w:pPr>
        <w:spacing w:before="120"/>
        <w:jc w:val="center"/>
        <w:rPr>
          <w:rFonts w:asciiTheme="minorHAnsi" w:hAnsiTheme="minorHAnsi" w:cstheme="minorHAnsi"/>
          <w:b/>
        </w:rPr>
      </w:pPr>
      <w:r w:rsidRPr="0064083D">
        <w:rPr>
          <w:rFonts w:asciiTheme="minorHAnsi" w:hAnsiTheme="minorHAnsi" w:cstheme="minorHAnsi"/>
          <w:b/>
        </w:rPr>
        <w:t xml:space="preserve">DOTYCZĄCE BRAKU PODSTAW WYKLUCZENIA Z POSTĘPOWANIA </w:t>
      </w:r>
    </w:p>
    <w:p w14:paraId="6FEFB0EE" w14:textId="77777777" w:rsidR="00912CFB" w:rsidRDefault="00912CFB" w:rsidP="00912CFB">
      <w:pPr>
        <w:spacing w:before="120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96392B8" w14:textId="46284791" w:rsidR="00912CFB" w:rsidRDefault="00912CFB" w:rsidP="00912CFB">
      <w:pPr>
        <w:shd w:val="clear" w:color="auto" w:fill="FFFFFF"/>
        <w:spacing w:line="360" w:lineRule="auto"/>
        <w:textAlignment w:val="baseline"/>
        <w:outlineLvl w:val="2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</w:rPr>
        <w:t xml:space="preserve">Na potrzeby postępowania o udzielenie zamówienia publicznego </w:t>
      </w:r>
      <w:r>
        <w:rPr>
          <w:rFonts w:asciiTheme="minorHAnsi" w:eastAsia="Calibri" w:hAnsiTheme="minorHAnsi" w:cstheme="minorHAnsi"/>
          <w:szCs w:val="20"/>
        </w:rPr>
        <w:t>na:</w:t>
      </w:r>
      <w:r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color w:val="333333"/>
        </w:rPr>
        <w:t>Świadczenie usług doradztwa edukacyjno</w:t>
      </w:r>
      <w:r w:rsidR="00DE3541">
        <w:rPr>
          <w:rFonts w:asciiTheme="minorHAnsi" w:hAnsiTheme="minorHAnsi" w:cstheme="minorHAnsi"/>
          <w:b/>
          <w:bCs/>
          <w:color w:val="333333"/>
        </w:rPr>
        <w:t>-</w:t>
      </w:r>
      <w:r>
        <w:rPr>
          <w:rFonts w:asciiTheme="minorHAnsi" w:hAnsiTheme="minorHAnsi" w:cstheme="minorHAnsi"/>
          <w:b/>
          <w:bCs/>
          <w:color w:val="333333"/>
        </w:rPr>
        <w:t xml:space="preserve">zawodowego </w:t>
      </w:r>
      <w:r>
        <w:rPr>
          <w:rFonts w:asciiTheme="minorHAnsi" w:hAnsiTheme="minorHAnsi" w:cstheme="minorHAnsi"/>
        </w:rPr>
        <w:t>oświadczam, co następuje:</w:t>
      </w:r>
    </w:p>
    <w:p w14:paraId="5C008B36" w14:textId="77777777" w:rsidR="00912CFB" w:rsidRPr="00E33717" w:rsidRDefault="00912CFB" w:rsidP="00912CFB">
      <w:pPr>
        <w:tabs>
          <w:tab w:val="left" w:pos="-567"/>
        </w:tabs>
        <w:spacing w:before="120" w:after="120"/>
        <w:ind w:right="-426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14:paraId="1BE985D0" w14:textId="77777777" w:rsidR="00912CFB" w:rsidRPr="00A235FA" w:rsidRDefault="00912CFB" w:rsidP="00912CF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A235FA">
        <w:rPr>
          <w:rFonts w:asciiTheme="minorHAnsi" w:hAnsiTheme="minorHAnsi" w:cstheme="minorHAnsi"/>
          <w:b/>
        </w:rPr>
        <w:t>OŚWIADCZENIA DOTYCZĄCE WYKONAWCY:</w:t>
      </w:r>
    </w:p>
    <w:p w14:paraId="68BF4551" w14:textId="77777777" w:rsidR="00912CFB" w:rsidRPr="00E33717" w:rsidRDefault="00912CFB" w:rsidP="00E33717">
      <w:pPr>
        <w:pStyle w:val="Akapitzlist"/>
        <w:jc w:val="both"/>
        <w:rPr>
          <w:rFonts w:asciiTheme="minorHAnsi" w:hAnsiTheme="minorHAnsi" w:cstheme="minorHAnsi"/>
          <w:sz w:val="16"/>
          <w:szCs w:val="16"/>
        </w:rPr>
      </w:pPr>
    </w:p>
    <w:p w14:paraId="0CD31C94" w14:textId="77777777" w:rsidR="00912CFB" w:rsidRPr="00E33717" w:rsidRDefault="00912CFB" w:rsidP="00E33717">
      <w:pPr>
        <w:jc w:val="both"/>
        <w:rPr>
          <w:rFonts w:asciiTheme="minorHAnsi" w:hAnsiTheme="minorHAnsi" w:cstheme="minorHAnsi"/>
        </w:rPr>
      </w:pPr>
      <w:r w:rsidRPr="00E33717">
        <w:rPr>
          <w:rFonts w:asciiTheme="minorHAnsi" w:hAnsiTheme="minorHAnsi" w:cstheme="minorHAnsi"/>
        </w:rPr>
        <w:t>Oświadczam, że nie podlegam wykluczeniu z postępowania, gdyż nie zachodzą wobec mnie przesłanki wykluczenia z postępowania o udzielenie zamówienia publicznego wskazane w rozdziale III zapytania ofertowego.</w:t>
      </w:r>
      <w:r w:rsidRPr="00E33717">
        <w:rPr>
          <w:rFonts w:asciiTheme="minorHAnsi" w:hAnsiTheme="minorHAnsi" w:cstheme="minorHAnsi"/>
          <w:i/>
        </w:rPr>
        <w:t xml:space="preserve"> </w:t>
      </w:r>
      <w:r w:rsidRPr="00E33717">
        <w:rPr>
          <w:rFonts w:asciiTheme="minorHAnsi" w:hAnsiTheme="minorHAnsi" w:cstheme="minorHAnsi"/>
        </w:rPr>
        <w:t xml:space="preserve"> </w:t>
      </w:r>
    </w:p>
    <w:p w14:paraId="19FC1FAD" w14:textId="77777777" w:rsidR="00912CFB" w:rsidRPr="00E33717" w:rsidRDefault="00912CFB" w:rsidP="00912CFB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857F561" w14:textId="77777777" w:rsidR="00912CFB" w:rsidRPr="00A235FA" w:rsidRDefault="00912CFB" w:rsidP="00912CFB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</w:rPr>
      </w:pPr>
      <w:r w:rsidRPr="00A235FA">
        <w:rPr>
          <w:rFonts w:asciiTheme="minorHAnsi" w:hAnsiTheme="minorHAnsi" w:cstheme="minorHAnsi"/>
          <w:b/>
        </w:rPr>
        <w:t>OŚWIADCZENIE DOTYCZĄCE PODANYCH INFORMACJI:</w:t>
      </w:r>
    </w:p>
    <w:p w14:paraId="616D79A8" w14:textId="77777777" w:rsidR="00912CFB" w:rsidRPr="00E33717" w:rsidRDefault="00912CFB" w:rsidP="00912CFB">
      <w:pPr>
        <w:spacing w:line="36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35C0E4F6" w14:textId="358EAA1A" w:rsidR="00912CFB" w:rsidRPr="00E33717" w:rsidRDefault="00912CFB" w:rsidP="00E33717">
      <w:pPr>
        <w:jc w:val="both"/>
        <w:rPr>
          <w:rFonts w:asciiTheme="minorHAnsi" w:hAnsiTheme="minorHAnsi" w:cstheme="minorHAnsi"/>
        </w:rPr>
      </w:pPr>
      <w:r w:rsidRPr="00E33717">
        <w:rPr>
          <w:rFonts w:asciiTheme="minorHAnsi" w:hAnsiTheme="minorHAnsi" w:cstheme="minorHAnsi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133FA19" w14:textId="77777777" w:rsidR="00E33717" w:rsidRPr="00E33717" w:rsidRDefault="00E33717" w:rsidP="00912CFB">
      <w:pPr>
        <w:tabs>
          <w:tab w:val="left" w:pos="-567"/>
        </w:tabs>
        <w:spacing w:before="120" w:after="120"/>
        <w:ind w:right="-426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14:paraId="12A5A981" w14:textId="6C624668" w:rsidR="00912CFB" w:rsidRDefault="00912CFB" w:rsidP="00912CFB">
      <w:pPr>
        <w:tabs>
          <w:tab w:val="left" w:pos="-567"/>
        </w:tabs>
        <w:spacing w:before="120" w:after="120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Miejscowość, data: ………………………………………</w:t>
      </w:r>
    </w:p>
    <w:p w14:paraId="786467F1" w14:textId="77777777" w:rsidR="00912CFB" w:rsidRDefault="00912CFB" w:rsidP="00912CFB">
      <w:pPr>
        <w:framePr w:w="6721" w:h="1602" w:hRule="exact" w:hSpace="141" w:wrap="around" w:vAnchor="text" w:hAnchor="page" w:x="4463" w:y="208"/>
        <w:jc w:val="center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.....................................................................................</w:t>
      </w:r>
    </w:p>
    <w:p w14:paraId="3EF47D97" w14:textId="77777777" w:rsidR="00912CFB" w:rsidRDefault="00912CFB" w:rsidP="00912CFB">
      <w:pPr>
        <w:framePr w:w="6721" w:h="1602" w:hRule="exact" w:hSpace="141" w:wrap="around" w:vAnchor="text" w:hAnchor="page" w:x="4463" w:y="208"/>
        <w:tabs>
          <w:tab w:val="left" w:pos="-56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 xml:space="preserve">Podpis Wykonawcy lub osoby/osób umocowanej </w:t>
      </w:r>
    </w:p>
    <w:p w14:paraId="4482D934" w14:textId="77777777" w:rsidR="00912CFB" w:rsidRDefault="00912CFB" w:rsidP="00912CFB">
      <w:pPr>
        <w:framePr w:w="6721" w:h="1602" w:hRule="exact" w:hSpace="141" w:wrap="around" w:vAnchor="text" w:hAnchor="page" w:x="4463" w:y="208"/>
        <w:tabs>
          <w:tab w:val="left" w:pos="-567"/>
        </w:tabs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do reprezentowania Wykonawcy(ów)</w:t>
      </w:r>
    </w:p>
    <w:p w14:paraId="6AD38770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both"/>
        <w:rPr>
          <w:rFonts w:asciiTheme="minorHAnsi" w:eastAsia="Calibri" w:hAnsiTheme="minorHAnsi" w:cstheme="minorHAnsi"/>
        </w:rPr>
      </w:pPr>
    </w:p>
    <w:p w14:paraId="4FFFD4F0" w14:textId="77777777" w:rsidR="00912CFB" w:rsidRDefault="00912CFB" w:rsidP="00912CFB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2A62254" w14:textId="628A0FA8" w:rsidR="00912CFB" w:rsidRPr="005A5FB2" w:rsidRDefault="00912CFB" w:rsidP="005A5FB2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  <w:t xml:space="preserve">                          </w:t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  <w:r>
        <w:rPr>
          <w:rFonts w:asciiTheme="minorHAnsi" w:hAnsiTheme="minorHAnsi" w:cstheme="minorHAnsi"/>
          <w:b/>
          <w:sz w:val="21"/>
          <w:szCs w:val="21"/>
        </w:rPr>
        <w:tab/>
      </w:r>
    </w:p>
    <w:p w14:paraId="5A7FB5F9" w14:textId="77777777" w:rsidR="00912CFB" w:rsidRDefault="00912CFB" w:rsidP="00912CFB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912CFB" w:rsidSect="00EF403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276" w:left="1418" w:header="340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BCDEC" w14:textId="77777777" w:rsidR="008539D0" w:rsidRDefault="008539D0">
      <w:r>
        <w:separator/>
      </w:r>
    </w:p>
  </w:endnote>
  <w:endnote w:type="continuationSeparator" w:id="0">
    <w:p w14:paraId="33587F90" w14:textId="77777777" w:rsidR="008539D0" w:rsidRDefault="0085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1751" w14:textId="77777777" w:rsidR="00122710" w:rsidRDefault="00122710" w:rsidP="00756DD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849C635" wp14:editId="11459954">
              <wp:extent cx="7174230" cy="0"/>
              <wp:effectExtent l="0" t="0" r="0" b="0"/>
              <wp:docPr id="15" name="Łącznik prosty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D2D860B" id="Łącznik prosty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213E2DB5" w14:textId="77777777" w:rsidR="00122710" w:rsidRDefault="00122710" w:rsidP="00756DD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696C43D4" w14:textId="77777777" w:rsidR="00122710" w:rsidRPr="00756DDC" w:rsidRDefault="00122710" w:rsidP="00756DD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2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291A" w14:textId="77777777" w:rsidR="00122710" w:rsidRDefault="00122710" w:rsidP="009C597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BC71FE5" wp14:editId="711F5A19">
              <wp:extent cx="7174230" cy="0"/>
              <wp:effectExtent l="0" t="0" r="0" b="0"/>
              <wp:docPr id="9" name="Łącznik prosty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02519D6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07EA8F29" w14:textId="77777777" w:rsidR="00122710" w:rsidRDefault="00122710" w:rsidP="009C597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4C82BAA9" w14:textId="77777777" w:rsidR="00122710" w:rsidRPr="009C597C" w:rsidRDefault="00122710" w:rsidP="009C597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1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A9EED" w14:textId="77777777" w:rsidR="008539D0" w:rsidRDefault="008539D0">
      <w:r>
        <w:separator/>
      </w:r>
    </w:p>
  </w:footnote>
  <w:footnote w:type="continuationSeparator" w:id="0">
    <w:p w14:paraId="01384ADB" w14:textId="77777777" w:rsidR="008539D0" w:rsidRDefault="00853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63A9" w14:textId="77777777" w:rsidR="00122710" w:rsidRDefault="00122710">
    <w:pPr>
      <w:pStyle w:val="Nagwek"/>
    </w:pPr>
    <w:r>
      <w:rPr>
        <w:noProof/>
      </w:rPr>
      <w:drawing>
        <wp:inline distT="0" distB="0" distL="0" distR="0" wp14:anchorId="37708F3D" wp14:editId="7433F4F8">
          <wp:extent cx="5759450" cy="539115"/>
          <wp:effectExtent l="0" t="0" r="0" b="0"/>
          <wp:docPr id="6" name="Obraz 6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1C2" w14:textId="77777777" w:rsidR="00122710" w:rsidRDefault="0012271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3617D63A" wp14:editId="4B823713">
              <wp:simplePos x="0" y="0"/>
              <wp:positionH relativeFrom="page">
                <wp:posOffset>6911340</wp:posOffset>
              </wp:positionH>
              <wp:positionV relativeFrom="page">
                <wp:posOffset>7535545</wp:posOffset>
              </wp:positionV>
              <wp:extent cx="391160" cy="2183130"/>
              <wp:effectExtent l="0" t="1270" r="0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16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05CFA" w14:textId="77777777" w:rsidR="00122710" w:rsidRPr="000A666E" w:rsidRDefault="00122710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0A666E">
                            <w:rPr>
                              <w:rFonts w:ascii="Cambria" w:hAnsi="Cambria"/>
                            </w:rPr>
                            <w:t xml:space="preserve">Strona </w:t>
                          </w:r>
                          <w:r w:rsidRPr="000A666E">
                            <w:rPr>
                              <w:sz w:val="16"/>
                            </w:rPr>
                            <w:fldChar w:fldCharType="begin"/>
                          </w:r>
                          <w:r w:rsidRPr="000A666E">
                            <w:rPr>
                              <w:sz w:val="16"/>
                            </w:rPr>
                            <w:instrText xml:space="preserve"> PAGE    \* MERGEFORMAT </w:instrText>
                          </w:r>
                          <w:r w:rsidRPr="000A666E">
                            <w:rPr>
                              <w:sz w:val="16"/>
                            </w:rPr>
                            <w:fldChar w:fldCharType="separate"/>
                          </w:r>
                          <w:r w:rsidR="00DE3541" w:rsidRPr="00DE3541">
                            <w:rPr>
                              <w:rFonts w:ascii="Cambria" w:hAnsi="Cambria"/>
                              <w:noProof/>
                              <w:sz w:val="28"/>
                              <w:szCs w:val="44"/>
                            </w:rPr>
                            <w:t>1</w:t>
                          </w:r>
                          <w:r w:rsidRPr="000A666E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D63A" id="Rectangle 12" o:spid="_x0000_s1026" style="position:absolute;margin-left:544.2pt;margin-top:593.35pt;width:30.8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" o:allowincell="f" filled="f" stroked="f">
              <v:textbox style="layout-flow:vertical;mso-layout-flow-alt:bottom-to-top;mso-fit-shape-to-text:t">
                <w:txbxContent>
                  <w:p w14:paraId="5AD05CFA" w14:textId="77777777" w:rsidR="00122710" w:rsidRPr="000A666E" w:rsidRDefault="00122710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0A666E">
                      <w:rPr>
                        <w:rFonts w:ascii="Cambria" w:hAnsi="Cambria"/>
                      </w:rPr>
                      <w:t xml:space="preserve">Strona </w:t>
                    </w:r>
                    <w:r w:rsidRPr="000A666E">
                      <w:rPr>
                        <w:sz w:val="16"/>
                      </w:rPr>
                      <w:fldChar w:fldCharType="begin"/>
                    </w:r>
                    <w:r w:rsidRPr="000A666E">
                      <w:rPr>
                        <w:sz w:val="16"/>
                      </w:rPr>
                      <w:instrText xml:space="preserve"> PAGE    \* MERGEFORMAT </w:instrText>
                    </w:r>
                    <w:r w:rsidRPr="000A666E">
                      <w:rPr>
                        <w:sz w:val="16"/>
                      </w:rPr>
                      <w:fldChar w:fldCharType="separate"/>
                    </w:r>
                    <w:r w:rsidR="00DE3541" w:rsidRPr="00DE3541">
                      <w:rPr>
                        <w:rFonts w:ascii="Cambria" w:hAnsi="Cambria"/>
                        <w:noProof/>
                        <w:sz w:val="28"/>
                        <w:szCs w:val="44"/>
                      </w:rPr>
                      <w:t>1</w:t>
                    </w:r>
                    <w:r w:rsidRPr="000A666E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5D87C318" wp14:editId="3C545ED7">
          <wp:extent cx="5759450" cy="539214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1" w15:restartNumberingAfterBreak="0">
    <w:nsid w:val="03A73FB7"/>
    <w:multiLevelType w:val="hybridMultilevel"/>
    <w:tmpl w:val="A6E6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1A6656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1ACB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8C6"/>
    <w:multiLevelType w:val="hybridMultilevel"/>
    <w:tmpl w:val="696C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7A70"/>
    <w:multiLevelType w:val="hybridMultilevel"/>
    <w:tmpl w:val="E78C6292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6" w15:restartNumberingAfterBreak="0">
    <w:nsid w:val="127A04A0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381935"/>
    <w:multiLevelType w:val="hybridMultilevel"/>
    <w:tmpl w:val="D7A43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1116D"/>
    <w:multiLevelType w:val="hybridMultilevel"/>
    <w:tmpl w:val="71EC0936"/>
    <w:lvl w:ilvl="0" w:tplc="7AEAE802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966581"/>
    <w:multiLevelType w:val="hybridMultilevel"/>
    <w:tmpl w:val="6598F31C"/>
    <w:lvl w:ilvl="0" w:tplc="494EA2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530FC"/>
    <w:multiLevelType w:val="hybridMultilevel"/>
    <w:tmpl w:val="04CEAA90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2" w15:restartNumberingAfterBreak="0">
    <w:nsid w:val="1FEB3F4C"/>
    <w:multiLevelType w:val="multilevel"/>
    <w:tmpl w:val="174E940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326B"/>
    <w:multiLevelType w:val="hybridMultilevel"/>
    <w:tmpl w:val="410601A6"/>
    <w:lvl w:ilvl="0" w:tplc="2D02E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61D65"/>
    <w:multiLevelType w:val="hybridMultilevel"/>
    <w:tmpl w:val="0AE2EB72"/>
    <w:lvl w:ilvl="0" w:tplc="2EFE20C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5B5B94"/>
    <w:multiLevelType w:val="multilevel"/>
    <w:tmpl w:val="AC6EAB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6"/>
      <w:numFmt w:val="decimal"/>
      <w:lvlText w:val="18.%2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Theme="minorHAnsi" w:eastAsia="Times New Roman" w:hAnsiTheme="minorHAnsi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EC5954"/>
    <w:multiLevelType w:val="hybridMultilevel"/>
    <w:tmpl w:val="ECC00CC8"/>
    <w:lvl w:ilvl="0" w:tplc="666EFAC4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BE6D7D"/>
    <w:multiLevelType w:val="hybridMultilevel"/>
    <w:tmpl w:val="11262204"/>
    <w:lvl w:ilvl="0" w:tplc="308A79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A7996"/>
    <w:multiLevelType w:val="hybridMultilevel"/>
    <w:tmpl w:val="4DAA078C"/>
    <w:lvl w:ilvl="0" w:tplc="E4844F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23" w15:restartNumberingAfterBreak="0">
    <w:nsid w:val="49A32509"/>
    <w:multiLevelType w:val="hybridMultilevel"/>
    <w:tmpl w:val="E8E6549C"/>
    <w:lvl w:ilvl="0" w:tplc="7CBE0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03EFF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A55753"/>
    <w:multiLevelType w:val="hybridMultilevel"/>
    <w:tmpl w:val="F6F4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81C7E"/>
    <w:multiLevelType w:val="multilevel"/>
    <w:tmpl w:val="CC8A6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2F6B52"/>
    <w:multiLevelType w:val="hybridMultilevel"/>
    <w:tmpl w:val="87845046"/>
    <w:lvl w:ilvl="0" w:tplc="05BA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B31DA"/>
    <w:multiLevelType w:val="hybridMultilevel"/>
    <w:tmpl w:val="7540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71411"/>
    <w:multiLevelType w:val="multilevel"/>
    <w:tmpl w:val="1798888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A705F4"/>
    <w:multiLevelType w:val="hybridMultilevel"/>
    <w:tmpl w:val="63A082F6"/>
    <w:lvl w:ilvl="0" w:tplc="AD341FB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15"/>
  </w:num>
  <w:num w:numId="5">
    <w:abstractNumId w:val="9"/>
  </w:num>
  <w:num w:numId="6">
    <w:abstractNumId w:val="17"/>
  </w:num>
  <w:num w:numId="7">
    <w:abstractNumId w:val="27"/>
  </w:num>
  <w:num w:numId="8">
    <w:abstractNumId w:val="0"/>
  </w:num>
  <w:num w:numId="9">
    <w:abstractNumId w:val="30"/>
  </w:num>
  <w:num w:numId="10">
    <w:abstractNumId w:val="20"/>
  </w:num>
  <w:num w:numId="11">
    <w:abstractNumId w:val="13"/>
  </w:num>
  <w:num w:numId="12">
    <w:abstractNumId w:val="3"/>
  </w:num>
  <w:num w:numId="13">
    <w:abstractNumId w:val="1"/>
  </w:num>
  <w:num w:numId="14">
    <w:abstractNumId w:val="21"/>
  </w:num>
  <w:num w:numId="15">
    <w:abstractNumId w:val="11"/>
  </w:num>
  <w:num w:numId="16">
    <w:abstractNumId w:val="5"/>
  </w:num>
  <w:num w:numId="17">
    <w:abstractNumId w:val="18"/>
  </w:num>
  <w:num w:numId="18">
    <w:abstractNumId w:val="8"/>
  </w:num>
  <w:num w:numId="19">
    <w:abstractNumId w:val="31"/>
  </w:num>
  <w:num w:numId="20">
    <w:abstractNumId w:val="10"/>
  </w:num>
  <w:num w:numId="21">
    <w:abstractNumId w:val="12"/>
  </w:num>
  <w:num w:numId="22">
    <w:abstractNumId w:val="25"/>
  </w:num>
  <w:num w:numId="23">
    <w:abstractNumId w:val="16"/>
  </w:num>
  <w:num w:numId="24">
    <w:abstractNumId w:val="28"/>
  </w:num>
  <w:num w:numId="25">
    <w:abstractNumId w:val="19"/>
  </w:num>
  <w:num w:numId="26">
    <w:abstractNumId w:val="29"/>
  </w:num>
  <w:num w:numId="27">
    <w:abstractNumId w:val="7"/>
  </w:num>
  <w:num w:numId="28">
    <w:abstractNumId w:val="23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C0"/>
    <w:rsid w:val="00000018"/>
    <w:rsid w:val="000048A3"/>
    <w:rsid w:val="00005E12"/>
    <w:rsid w:val="0000603E"/>
    <w:rsid w:val="00013CEC"/>
    <w:rsid w:val="0002262B"/>
    <w:rsid w:val="00035913"/>
    <w:rsid w:val="0003673D"/>
    <w:rsid w:val="00036918"/>
    <w:rsid w:val="000374B9"/>
    <w:rsid w:val="0003764D"/>
    <w:rsid w:val="00041CD6"/>
    <w:rsid w:val="000430BA"/>
    <w:rsid w:val="000511A3"/>
    <w:rsid w:val="00054DEA"/>
    <w:rsid w:val="00061F20"/>
    <w:rsid w:val="00072AE9"/>
    <w:rsid w:val="00080D83"/>
    <w:rsid w:val="000816F5"/>
    <w:rsid w:val="00087404"/>
    <w:rsid w:val="00091849"/>
    <w:rsid w:val="00091D8C"/>
    <w:rsid w:val="000926E5"/>
    <w:rsid w:val="00092FA2"/>
    <w:rsid w:val="000A666E"/>
    <w:rsid w:val="000B0EA4"/>
    <w:rsid w:val="000B303E"/>
    <w:rsid w:val="000B7821"/>
    <w:rsid w:val="000C3E67"/>
    <w:rsid w:val="000C3F4B"/>
    <w:rsid w:val="000C4B0B"/>
    <w:rsid w:val="000D283E"/>
    <w:rsid w:val="000D5D1E"/>
    <w:rsid w:val="000D66F7"/>
    <w:rsid w:val="000D797C"/>
    <w:rsid w:val="000E10FA"/>
    <w:rsid w:val="000E2526"/>
    <w:rsid w:val="000E6D57"/>
    <w:rsid w:val="000F5DCE"/>
    <w:rsid w:val="000F6BFF"/>
    <w:rsid w:val="00100777"/>
    <w:rsid w:val="00100DBB"/>
    <w:rsid w:val="001029D9"/>
    <w:rsid w:val="0010778A"/>
    <w:rsid w:val="00107987"/>
    <w:rsid w:val="00114083"/>
    <w:rsid w:val="00114384"/>
    <w:rsid w:val="00115D6D"/>
    <w:rsid w:val="001179E0"/>
    <w:rsid w:val="00122710"/>
    <w:rsid w:val="001249C8"/>
    <w:rsid w:val="00124D4A"/>
    <w:rsid w:val="00125B51"/>
    <w:rsid w:val="00130B23"/>
    <w:rsid w:val="0013215E"/>
    <w:rsid w:val="00134E9F"/>
    <w:rsid w:val="00140780"/>
    <w:rsid w:val="00140DDF"/>
    <w:rsid w:val="00141B14"/>
    <w:rsid w:val="00150ED1"/>
    <w:rsid w:val="0015158B"/>
    <w:rsid w:val="00151D5A"/>
    <w:rsid w:val="001554BA"/>
    <w:rsid w:val="00155CF5"/>
    <w:rsid w:val="001563C4"/>
    <w:rsid w:val="00156C2E"/>
    <w:rsid w:val="00157E42"/>
    <w:rsid w:val="00161C9A"/>
    <w:rsid w:val="0017018D"/>
    <w:rsid w:val="00170984"/>
    <w:rsid w:val="00170E04"/>
    <w:rsid w:val="0017147B"/>
    <w:rsid w:val="001720CE"/>
    <w:rsid w:val="001819B5"/>
    <w:rsid w:val="00197D99"/>
    <w:rsid w:val="001A151E"/>
    <w:rsid w:val="001A2A1B"/>
    <w:rsid w:val="001B210F"/>
    <w:rsid w:val="001B3942"/>
    <w:rsid w:val="001B79DE"/>
    <w:rsid w:val="001C168A"/>
    <w:rsid w:val="001C6294"/>
    <w:rsid w:val="001D088F"/>
    <w:rsid w:val="001D4106"/>
    <w:rsid w:val="001E2DE0"/>
    <w:rsid w:val="001E3B5B"/>
    <w:rsid w:val="001E4EC1"/>
    <w:rsid w:val="001F09A7"/>
    <w:rsid w:val="001F64E0"/>
    <w:rsid w:val="001F68A5"/>
    <w:rsid w:val="002078BE"/>
    <w:rsid w:val="002205E9"/>
    <w:rsid w:val="00222FDF"/>
    <w:rsid w:val="0022610E"/>
    <w:rsid w:val="00230942"/>
    <w:rsid w:val="00241C1F"/>
    <w:rsid w:val="002425AE"/>
    <w:rsid w:val="0024634E"/>
    <w:rsid w:val="0025352D"/>
    <w:rsid w:val="002640B4"/>
    <w:rsid w:val="00265D60"/>
    <w:rsid w:val="002679B8"/>
    <w:rsid w:val="00271271"/>
    <w:rsid w:val="0027528F"/>
    <w:rsid w:val="00287B79"/>
    <w:rsid w:val="00293582"/>
    <w:rsid w:val="00294112"/>
    <w:rsid w:val="0029525C"/>
    <w:rsid w:val="002B5815"/>
    <w:rsid w:val="002C06C5"/>
    <w:rsid w:val="002C2283"/>
    <w:rsid w:val="002C4CD0"/>
    <w:rsid w:val="002C6347"/>
    <w:rsid w:val="002D0535"/>
    <w:rsid w:val="002D405C"/>
    <w:rsid w:val="002D532A"/>
    <w:rsid w:val="002E11C5"/>
    <w:rsid w:val="002E3B39"/>
    <w:rsid w:val="002F01E8"/>
    <w:rsid w:val="002F415D"/>
    <w:rsid w:val="002F4CA2"/>
    <w:rsid w:val="002F6A1F"/>
    <w:rsid w:val="00301643"/>
    <w:rsid w:val="00302F01"/>
    <w:rsid w:val="00305AE1"/>
    <w:rsid w:val="003109BE"/>
    <w:rsid w:val="0031388D"/>
    <w:rsid w:val="00314F02"/>
    <w:rsid w:val="00316F22"/>
    <w:rsid w:val="0031748D"/>
    <w:rsid w:val="00320AAC"/>
    <w:rsid w:val="00323421"/>
    <w:rsid w:val="003249B9"/>
    <w:rsid w:val="00325198"/>
    <w:rsid w:val="003254E8"/>
    <w:rsid w:val="00334899"/>
    <w:rsid w:val="00336BB7"/>
    <w:rsid w:val="00352186"/>
    <w:rsid w:val="0035482A"/>
    <w:rsid w:val="00354E5A"/>
    <w:rsid w:val="003561BF"/>
    <w:rsid w:val="00360BEE"/>
    <w:rsid w:val="003619F2"/>
    <w:rsid w:val="003652D2"/>
    <w:rsid w:val="0036558D"/>
    <w:rsid w:val="003656EB"/>
    <w:rsid w:val="00365820"/>
    <w:rsid w:val="003701B4"/>
    <w:rsid w:val="0037310C"/>
    <w:rsid w:val="003744CE"/>
    <w:rsid w:val="003746B5"/>
    <w:rsid w:val="00380A69"/>
    <w:rsid w:val="00385D13"/>
    <w:rsid w:val="00391CE5"/>
    <w:rsid w:val="00397E97"/>
    <w:rsid w:val="003A1DB1"/>
    <w:rsid w:val="003B12EE"/>
    <w:rsid w:val="003B2177"/>
    <w:rsid w:val="003B425A"/>
    <w:rsid w:val="003B4919"/>
    <w:rsid w:val="003B6B87"/>
    <w:rsid w:val="003C1913"/>
    <w:rsid w:val="003C554F"/>
    <w:rsid w:val="003C75F2"/>
    <w:rsid w:val="003D0103"/>
    <w:rsid w:val="003D059C"/>
    <w:rsid w:val="003D063D"/>
    <w:rsid w:val="003D17CC"/>
    <w:rsid w:val="003D3661"/>
    <w:rsid w:val="003D589B"/>
    <w:rsid w:val="003E5804"/>
    <w:rsid w:val="003F0F8B"/>
    <w:rsid w:val="003F654D"/>
    <w:rsid w:val="0040149C"/>
    <w:rsid w:val="004027F0"/>
    <w:rsid w:val="00403A8A"/>
    <w:rsid w:val="00404B35"/>
    <w:rsid w:val="004066F5"/>
    <w:rsid w:val="00406F26"/>
    <w:rsid w:val="00414478"/>
    <w:rsid w:val="0041458F"/>
    <w:rsid w:val="00422775"/>
    <w:rsid w:val="004271C6"/>
    <w:rsid w:val="004327FE"/>
    <w:rsid w:val="00437F2C"/>
    <w:rsid w:val="004444C3"/>
    <w:rsid w:val="0045085A"/>
    <w:rsid w:val="004577E6"/>
    <w:rsid w:val="00463AC0"/>
    <w:rsid w:val="00465FC9"/>
    <w:rsid w:val="00467231"/>
    <w:rsid w:val="004736AB"/>
    <w:rsid w:val="00473EA3"/>
    <w:rsid w:val="00477BA3"/>
    <w:rsid w:val="00483C1A"/>
    <w:rsid w:val="00485137"/>
    <w:rsid w:val="004861BD"/>
    <w:rsid w:val="00490387"/>
    <w:rsid w:val="00492BD3"/>
    <w:rsid w:val="00495971"/>
    <w:rsid w:val="004B0882"/>
    <w:rsid w:val="004B21D8"/>
    <w:rsid w:val="004B5CDB"/>
    <w:rsid w:val="004B70BD"/>
    <w:rsid w:val="004C766E"/>
    <w:rsid w:val="004D07D6"/>
    <w:rsid w:val="004D101F"/>
    <w:rsid w:val="004D4289"/>
    <w:rsid w:val="004D4C2C"/>
    <w:rsid w:val="004E030F"/>
    <w:rsid w:val="004E6F65"/>
    <w:rsid w:val="004F0B6E"/>
    <w:rsid w:val="004F1FCE"/>
    <w:rsid w:val="004F798B"/>
    <w:rsid w:val="00502640"/>
    <w:rsid w:val="00511D7B"/>
    <w:rsid w:val="005172F2"/>
    <w:rsid w:val="0052111D"/>
    <w:rsid w:val="005227A2"/>
    <w:rsid w:val="00526890"/>
    <w:rsid w:val="00527CD6"/>
    <w:rsid w:val="00530A5C"/>
    <w:rsid w:val="00537F26"/>
    <w:rsid w:val="005426D2"/>
    <w:rsid w:val="00544270"/>
    <w:rsid w:val="00545CE4"/>
    <w:rsid w:val="00546B6E"/>
    <w:rsid w:val="00547C39"/>
    <w:rsid w:val="005623D8"/>
    <w:rsid w:val="00564F0B"/>
    <w:rsid w:val="00565820"/>
    <w:rsid w:val="00565ED4"/>
    <w:rsid w:val="0057268A"/>
    <w:rsid w:val="005728AB"/>
    <w:rsid w:val="00574E21"/>
    <w:rsid w:val="00574FFD"/>
    <w:rsid w:val="005760A9"/>
    <w:rsid w:val="00582B4E"/>
    <w:rsid w:val="00594464"/>
    <w:rsid w:val="005975CC"/>
    <w:rsid w:val="005A0444"/>
    <w:rsid w:val="005A0BC7"/>
    <w:rsid w:val="005A14FB"/>
    <w:rsid w:val="005A1BBF"/>
    <w:rsid w:val="005A41EC"/>
    <w:rsid w:val="005A5FB2"/>
    <w:rsid w:val="005B1D1B"/>
    <w:rsid w:val="005B344A"/>
    <w:rsid w:val="005B4936"/>
    <w:rsid w:val="005C2039"/>
    <w:rsid w:val="005C3D7C"/>
    <w:rsid w:val="005C538E"/>
    <w:rsid w:val="005D685A"/>
    <w:rsid w:val="005D6D14"/>
    <w:rsid w:val="005E0B5D"/>
    <w:rsid w:val="005F00BF"/>
    <w:rsid w:val="005F7040"/>
    <w:rsid w:val="005F7323"/>
    <w:rsid w:val="00601746"/>
    <w:rsid w:val="00602CF2"/>
    <w:rsid w:val="00605E1C"/>
    <w:rsid w:val="00611339"/>
    <w:rsid w:val="006134FA"/>
    <w:rsid w:val="006149A3"/>
    <w:rsid w:val="006152B6"/>
    <w:rsid w:val="00621F12"/>
    <w:rsid w:val="00622781"/>
    <w:rsid w:val="00637673"/>
    <w:rsid w:val="0063783C"/>
    <w:rsid w:val="00637FCC"/>
    <w:rsid w:val="00640474"/>
    <w:rsid w:val="0064082F"/>
    <w:rsid w:val="00640BFF"/>
    <w:rsid w:val="00641366"/>
    <w:rsid w:val="00644C2C"/>
    <w:rsid w:val="00646DA6"/>
    <w:rsid w:val="00650604"/>
    <w:rsid w:val="00660269"/>
    <w:rsid w:val="0067095F"/>
    <w:rsid w:val="00677176"/>
    <w:rsid w:val="0068338F"/>
    <w:rsid w:val="00692E5E"/>
    <w:rsid w:val="0069621B"/>
    <w:rsid w:val="006B0E06"/>
    <w:rsid w:val="006B1D9E"/>
    <w:rsid w:val="006B2714"/>
    <w:rsid w:val="006B32BF"/>
    <w:rsid w:val="006C5DA0"/>
    <w:rsid w:val="006D1134"/>
    <w:rsid w:val="006D12A1"/>
    <w:rsid w:val="006D307F"/>
    <w:rsid w:val="006E20D9"/>
    <w:rsid w:val="006E732E"/>
    <w:rsid w:val="006F209E"/>
    <w:rsid w:val="006F38B2"/>
    <w:rsid w:val="006F3CDF"/>
    <w:rsid w:val="00712F09"/>
    <w:rsid w:val="00714096"/>
    <w:rsid w:val="00714856"/>
    <w:rsid w:val="00715334"/>
    <w:rsid w:val="00715AD6"/>
    <w:rsid w:val="007213A2"/>
    <w:rsid w:val="00721992"/>
    <w:rsid w:val="00727A54"/>
    <w:rsid w:val="00727F94"/>
    <w:rsid w:val="007337EB"/>
    <w:rsid w:val="0074358A"/>
    <w:rsid w:val="00745D18"/>
    <w:rsid w:val="00756A2C"/>
    <w:rsid w:val="00756DDC"/>
    <w:rsid w:val="007614E0"/>
    <w:rsid w:val="00761876"/>
    <w:rsid w:val="0076208D"/>
    <w:rsid w:val="00771AE7"/>
    <w:rsid w:val="00776530"/>
    <w:rsid w:val="007901A3"/>
    <w:rsid w:val="00791750"/>
    <w:rsid w:val="00791E8E"/>
    <w:rsid w:val="00791F09"/>
    <w:rsid w:val="00793DF3"/>
    <w:rsid w:val="00796CD3"/>
    <w:rsid w:val="00797A8E"/>
    <w:rsid w:val="007A0109"/>
    <w:rsid w:val="007A0E8C"/>
    <w:rsid w:val="007A4434"/>
    <w:rsid w:val="007A5B14"/>
    <w:rsid w:val="007A5EF0"/>
    <w:rsid w:val="007B0CE6"/>
    <w:rsid w:val="007B2500"/>
    <w:rsid w:val="007B48D5"/>
    <w:rsid w:val="007B534F"/>
    <w:rsid w:val="007C42B2"/>
    <w:rsid w:val="007C4EED"/>
    <w:rsid w:val="007C7770"/>
    <w:rsid w:val="007D4297"/>
    <w:rsid w:val="007D61D6"/>
    <w:rsid w:val="007E1356"/>
    <w:rsid w:val="007E1B19"/>
    <w:rsid w:val="007E2738"/>
    <w:rsid w:val="007E4127"/>
    <w:rsid w:val="007E662A"/>
    <w:rsid w:val="007F3623"/>
    <w:rsid w:val="007F4454"/>
    <w:rsid w:val="00800CA1"/>
    <w:rsid w:val="00803E94"/>
    <w:rsid w:val="00804B39"/>
    <w:rsid w:val="008053C5"/>
    <w:rsid w:val="008062FF"/>
    <w:rsid w:val="008064E5"/>
    <w:rsid w:val="008103EA"/>
    <w:rsid w:val="008134DB"/>
    <w:rsid w:val="0082089C"/>
    <w:rsid w:val="00821E12"/>
    <w:rsid w:val="00827311"/>
    <w:rsid w:val="0083181A"/>
    <w:rsid w:val="008342DB"/>
    <w:rsid w:val="00834BB4"/>
    <w:rsid w:val="00835187"/>
    <w:rsid w:val="00842817"/>
    <w:rsid w:val="00843D06"/>
    <w:rsid w:val="00850209"/>
    <w:rsid w:val="008539D0"/>
    <w:rsid w:val="0085591F"/>
    <w:rsid w:val="00856E3A"/>
    <w:rsid w:val="0086639F"/>
    <w:rsid w:val="00870ED8"/>
    <w:rsid w:val="008715C9"/>
    <w:rsid w:val="008724D8"/>
    <w:rsid w:val="00881E21"/>
    <w:rsid w:val="00884B43"/>
    <w:rsid w:val="00886228"/>
    <w:rsid w:val="00886DE2"/>
    <w:rsid w:val="008913A1"/>
    <w:rsid w:val="00893188"/>
    <w:rsid w:val="008945D9"/>
    <w:rsid w:val="00896194"/>
    <w:rsid w:val="008B150D"/>
    <w:rsid w:val="008B20A9"/>
    <w:rsid w:val="008B5146"/>
    <w:rsid w:val="008C09F6"/>
    <w:rsid w:val="008C139A"/>
    <w:rsid w:val="008C1DA9"/>
    <w:rsid w:val="008C35FF"/>
    <w:rsid w:val="008C60A3"/>
    <w:rsid w:val="008C6557"/>
    <w:rsid w:val="008C7B07"/>
    <w:rsid w:val="008E0A55"/>
    <w:rsid w:val="008E312C"/>
    <w:rsid w:val="008E38A7"/>
    <w:rsid w:val="008E66F8"/>
    <w:rsid w:val="008E6893"/>
    <w:rsid w:val="008E7540"/>
    <w:rsid w:val="008F14B8"/>
    <w:rsid w:val="00901355"/>
    <w:rsid w:val="00904406"/>
    <w:rsid w:val="0090615F"/>
    <w:rsid w:val="00910FA8"/>
    <w:rsid w:val="00912CFB"/>
    <w:rsid w:val="00916961"/>
    <w:rsid w:val="00916EAE"/>
    <w:rsid w:val="00917352"/>
    <w:rsid w:val="00925C13"/>
    <w:rsid w:val="00932DB7"/>
    <w:rsid w:val="009347E5"/>
    <w:rsid w:val="009377B8"/>
    <w:rsid w:val="00942081"/>
    <w:rsid w:val="009432B5"/>
    <w:rsid w:val="00950442"/>
    <w:rsid w:val="009537B8"/>
    <w:rsid w:val="00955AFE"/>
    <w:rsid w:val="00955E53"/>
    <w:rsid w:val="00964127"/>
    <w:rsid w:val="00976DE3"/>
    <w:rsid w:val="0098104F"/>
    <w:rsid w:val="00982706"/>
    <w:rsid w:val="00985A48"/>
    <w:rsid w:val="00996904"/>
    <w:rsid w:val="009A3AE4"/>
    <w:rsid w:val="009A5C03"/>
    <w:rsid w:val="009B0D9C"/>
    <w:rsid w:val="009B25C8"/>
    <w:rsid w:val="009B5DC8"/>
    <w:rsid w:val="009C56AA"/>
    <w:rsid w:val="009C597C"/>
    <w:rsid w:val="009C680A"/>
    <w:rsid w:val="009D71C1"/>
    <w:rsid w:val="009E3785"/>
    <w:rsid w:val="009F0062"/>
    <w:rsid w:val="009F2CF0"/>
    <w:rsid w:val="009F5C7B"/>
    <w:rsid w:val="009F63DE"/>
    <w:rsid w:val="009F696D"/>
    <w:rsid w:val="00A03B8C"/>
    <w:rsid w:val="00A044B5"/>
    <w:rsid w:val="00A04690"/>
    <w:rsid w:val="00A076B2"/>
    <w:rsid w:val="00A24B04"/>
    <w:rsid w:val="00A3023B"/>
    <w:rsid w:val="00A37E52"/>
    <w:rsid w:val="00A40DD3"/>
    <w:rsid w:val="00A5093C"/>
    <w:rsid w:val="00A50D43"/>
    <w:rsid w:val="00A51047"/>
    <w:rsid w:val="00A545F3"/>
    <w:rsid w:val="00A568EB"/>
    <w:rsid w:val="00A63B24"/>
    <w:rsid w:val="00A66380"/>
    <w:rsid w:val="00A66C95"/>
    <w:rsid w:val="00A73381"/>
    <w:rsid w:val="00A76198"/>
    <w:rsid w:val="00A771D2"/>
    <w:rsid w:val="00A77EC6"/>
    <w:rsid w:val="00A826C2"/>
    <w:rsid w:val="00A829EC"/>
    <w:rsid w:val="00A8311B"/>
    <w:rsid w:val="00A854C6"/>
    <w:rsid w:val="00A872B3"/>
    <w:rsid w:val="00A876D9"/>
    <w:rsid w:val="00A90613"/>
    <w:rsid w:val="00A9325B"/>
    <w:rsid w:val="00A95C00"/>
    <w:rsid w:val="00A977B0"/>
    <w:rsid w:val="00AA786B"/>
    <w:rsid w:val="00AB1431"/>
    <w:rsid w:val="00AB283F"/>
    <w:rsid w:val="00AB6194"/>
    <w:rsid w:val="00AC086F"/>
    <w:rsid w:val="00AC0D55"/>
    <w:rsid w:val="00AC1651"/>
    <w:rsid w:val="00AD3B1D"/>
    <w:rsid w:val="00AD726E"/>
    <w:rsid w:val="00AD78DD"/>
    <w:rsid w:val="00AE02F8"/>
    <w:rsid w:val="00AE0E8F"/>
    <w:rsid w:val="00AE1684"/>
    <w:rsid w:val="00AE17CA"/>
    <w:rsid w:val="00AE1A96"/>
    <w:rsid w:val="00AE5029"/>
    <w:rsid w:val="00AE7A2E"/>
    <w:rsid w:val="00AF09F4"/>
    <w:rsid w:val="00AF3783"/>
    <w:rsid w:val="00AF50FE"/>
    <w:rsid w:val="00B008C9"/>
    <w:rsid w:val="00B01F08"/>
    <w:rsid w:val="00B02E52"/>
    <w:rsid w:val="00B03243"/>
    <w:rsid w:val="00B11F18"/>
    <w:rsid w:val="00B14547"/>
    <w:rsid w:val="00B1569A"/>
    <w:rsid w:val="00B15773"/>
    <w:rsid w:val="00B16E8F"/>
    <w:rsid w:val="00B23955"/>
    <w:rsid w:val="00B2585F"/>
    <w:rsid w:val="00B30401"/>
    <w:rsid w:val="00B328A2"/>
    <w:rsid w:val="00B40748"/>
    <w:rsid w:val="00B42AB4"/>
    <w:rsid w:val="00B430F8"/>
    <w:rsid w:val="00B43329"/>
    <w:rsid w:val="00B45D8F"/>
    <w:rsid w:val="00B53924"/>
    <w:rsid w:val="00B54F09"/>
    <w:rsid w:val="00B61C1D"/>
    <w:rsid w:val="00B6637D"/>
    <w:rsid w:val="00B67520"/>
    <w:rsid w:val="00B72AFF"/>
    <w:rsid w:val="00B7511F"/>
    <w:rsid w:val="00B75BA9"/>
    <w:rsid w:val="00B77C56"/>
    <w:rsid w:val="00B82C02"/>
    <w:rsid w:val="00B8302E"/>
    <w:rsid w:val="00B8349F"/>
    <w:rsid w:val="00B8550A"/>
    <w:rsid w:val="00B910C9"/>
    <w:rsid w:val="00B97D51"/>
    <w:rsid w:val="00BA74F7"/>
    <w:rsid w:val="00BA7822"/>
    <w:rsid w:val="00BB2C37"/>
    <w:rsid w:val="00BB62D0"/>
    <w:rsid w:val="00BB76D0"/>
    <w:rsid w:val="00BC363C"/>
    <w:rsid w:val="00BD060D"/>
    <w:rsid w:val="00BD614C"/>
    <w:rsid w:val="00BD6B79"/>
    <w:rsid w:val="00BD75C6"/>
    <w:rsid w:val="00BE2090"/>
    <w:rsid w:val="00BE291A"/>
    <w:rsid w:val="00BE5CE2"/>
    <w:rsid w:val="00C02BFE"/>
    <w:rsid w:val="00C03F15"/>
    <w:rsid w:val="00C06F94"/>
    <w:rsid w:val="00C13921"/>
    <w:rsid w:val="00C139F2"/>
    <w:rsid w:val="00C30C1F"/>
    <w:rsid w:val="00C30C61"/>
    <w:rsid w:val="00C31E94"/>
    <w:rsid w:val="00C33760"/>
    <w:rsid w:val="00C33D50"/>
    <w:rsid w:val="00C35963"/>
    <w:rsid w:val="00C375A7"/>
    <w:rsid w:val="00C4145F"/>
    <w:rsid w:val="00C506C7"/>
    <w:rsid w:val="00C50D47"/>
    <w:rsid w:val="00C5347D"/>
    <w:rsid w:val="00C62C24"/>
    <w:rsid w:val="00C635B6"/>
    <w:rsid w:val="00C66C09"/>
    <w:rsid w:val="00C86A5D"/>
    <w:rsid w:val="00CA1120"/>
    <w:rsid w:val="00CA20F9"/>
    <w:rsid w:val="00CA3D29"/>
    <w:rsid w:val="00CA4216"/>
    <w:rsid w:val="00CA5915"/>
    <w:rsid w:val="00CB61D7"/>
    <w:rsid w:val="00CC00F2"/>
    <w:rsid w:val="00CC263D"/>
    <w:rsid w:val="00CC4FAC"/>
    <w:rsid w:val="00CC5420"/>
    <w:rsid w:val="00CD3EC1"/>
    <w:rsid w:val="00CD6831"/>
    <w:rsid w:val="00CE005B"/>
    <w:rsid w:val="00CE0361"/>
    <w:rsid w:val="00CE0B83"/>
    <w:rsid w:val="00CE1CBC"/>
    <w:rsid w:val="00CF1A4A"/>
    <w:rsid w:val="00CF28F1"/>
    <w:rsid w:val="00CF33C3"/>
    <w:rsid w:val="00CF405F"/>
    <w:rsid w:val="00CF5A5E"/>
    <w:rsid w:val="00CF5D01"/>
    <w:rsid w:val="00CF677F"/>
    <w:rsid w:val="00CF78FC"/>
    <w:rsid w:val="00D0361A"/>
    <w:rsid w:val="00D207E4"/>
    <w:rsid w:val="00D211B3"/>
    <w:rsid w:val="00D2212A"/>
    <w:rsid w:val="00D2466F"/>
    <w:rsid w:val="00D30ADD"/>
    <w:rsid w:val="00D3114A"/>
    <w:rsid w:val="00D341A0"/>
    <w:rsid w:val="00D35640"/>
    <w:rsid w:val="00D35724"/>
    <w:rsid w:val="00D43A0D"/>
    <w:rsid w:val="00D44516"/>
    <w:rsid w:val="00D4599B"/>
    <w:rsid w:val="00D46867"/>
    <w:rsid w:val="00D50928"/>
    <w:rsid w:val="00D526F3"/>
    <w:rsid w:val="00D529F2"/>
    <w:rsid w:val="00D55025"/>
    <w:rsid w:val="00D55788"/>
    <w:rsid w:val="00D5669D"/>
    <w:rsid w:val="00D67F23"/>
    <w:rsid w:val="00D73D01"/>
    <w:rsid w:val="00D8168A"/>
    <w:rsid w:val="00D829F8"/>
    <w:rsid w:val="00D844F3"/>
    <w:rsid w:val="00D90D75"/>
    <w:rsid w:val="00D923C5"/>
    <w:rsid w:val="00D935E1"/>
    <w:rsid w:val="00D9638F"/>
    <w:rsid w:val="00DA7052"/>
    <w:rsid w:val="00DB052C"/>
    <w:rsid w:val="00DB0A6A"/>
    <w:rsid w:val="00DB12D0"/>
    <w:rsid w:val="00DB31F3"/>
    <w:rsid w:val="00DB5DF7"/>
    <w:rsid w:val="00DC4B51"/>
    <w:rsid w:val="00DC733E"/>
    <w:rsid w:val="00DD4839"/>
    <w:rsid w:val="00DD7AE8"/>
    <w:rsid w:val="00DE2658"/>
    <w:rsid w:val="00DE3541"/>
    <w:rsid w:val="00DE48CC"/>
    <w:rsid w:val="00DE4C2E"/>
    <w:rsid w:val="00DE71A7"/>
    <w:rsid w:val="00DF345E"/>
    <w:rsid w:val="00DF35A0"/>
    <w:rsid w:val="00DF57BE"/>
    <w:rsid w:val="00E02EC0"/>
    <w:rsid w:val="00E06500"/>
    <w:rsid w:val="00E0774C"/>
    <w:rsid w:val="00E21035"/>
    <w:rsid w:val="00E22119"/>
    <w:rsid w:val="00E24120"/>
    <w:rsid w:val="00E2546F"/>
    <w:rsid w:val="00E26D72"/>
    <w:rsid w:val="00E3016C"/>
    <w:rsid w:val="00E306B6"/>
    <w:rsid w:val="00E3278E"/>
    <w:rsid w:val="00E33717"/>
    <w:rsid w:val="00E349BB"/>
    <w:rsid w:val="00E355A0"/>
    <w:rsid w:val="00E419AC"/>
    <w:rsid w:val="00E475F6"/>
    <w:rsid w:val="00E56C27"/>
    <w:rsid w:val="00E57060"/>
    <w:rsid w:val="00E6643D"/>
    <w:rsid w:val="00E707F8"/>
    <w:rsid w:val="00E71363"/>
    <w:rsid w:val="00E72357"/>
    <w:rsid w:val="00E75E06"/>
    <w:rsid w:val="00E85218"/>
    <w:rsid w:val="00E87616"/>
    <w:rsid w:val="00E92047"/>
    <w:rsid w:val="00E92AEB"/>
    <w:rsid w:val="00E94968"/>
    <w:rsid w:val="00E96338"/>
    <w:rsid w:val="00E97562"/>
    <w:rsid w:val="00EA3C5F"/>
    <w:rsid w:val="00EA5C16"/>
    <w:rsid w:val="00EC7535"/>
    <w:rsid w:val="00ED3D50"/>
    <w:rsid w:val="00ED46CE"/>
    <w:rsid w:val="00ED4803"/>
    <w:rsid w:val="00ED7581"/>
    <w:rsid w:val="00EE5C13"/>
    <w:rsid w:val="00EE6AFA"/>
    <w:rsid w:val="00EF000D"/>
    <w:rsid w:val="00EF0FF6"/>
    <w:rsid w:val="00EF3C07"/>
    <w:rsid w:val="00EF4038"/>
    <w:rsid w:val="00EF653B"/>
    <w:rsid w:val="00F000D7"/>
    <w:rsid w:val="00F004D3"/>
    <w:rsid w:val="00F00BD6"/>
    <w:rsid w:val="00F11C6D"/>
    <w:rsid w:val="00F15F3F"/>
    <w:rsid w:val="00F2667E"/>
    <w:rsid w:val="00F31688"/>
    <w:rsid w:val="00F32081"/>
    <w:rsid w:val="00F32EF0"/>
    <w:rsid w:val="00F40C85"/>
    <w:rsid w:val="00F5084F"/>
    <w:rsid w:val="00F545A3"/>
    <w:rsid w:val="00F54EAB"/>
    <w:rsid w:val="00F6276C"/>
    <w:rsid w:val="00F6695D"/>
    <w:rsid w:val="00F755E3"/>
    <w:rsid w:val="00F80E2C"/>
    <w:rsid w:val="00F83F84"/>
    <w:rsid w:val="00F86CB6"/>
    <w:rsid w:val="00F86FC7"/>
    <w:rsid w:val="00F936BC"/>
    <w:rsid w:val="00F941CA"/>
    <w:rsid w:val="00F9760D"/>
    <w:rsid w:val="00FB4888"/>
    <w:rsid w:val="00FB5706"/>
    <w:rsid w:val="00FC0C4A"/>
    <w:rsid w:val="00FC4EA6"/>
    <w:rsid w:val="00FC7732"/>
    <w:rsid w:val="00FD14C2"/>
    <w:rsid w:val="00FD26D5"/>
    <w:rsid w:val="00FD7C20"/>
    <w:rsid w:val="00FE196F"/>
    <w:rsid w:val="00FE19FF"/>
    <w:rsid w:val="00FE1BC0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712D4C"/>
  <w15:docId w15:val="{8CF50AC8-7BD8-4541-A002-F567526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08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12CFB"/>
    <w:pPr>
      <w:keepNext/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E1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E1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12CFB"/>
    <w:pPr>
      <w:keepNext/>
      <w:outlineLvl w:val="3"/>
    </w:pPr>
    <w:rPr>
      <w:sz w:val="72"/>
    </w:rPr>
  </w:style>
  <w:style w:type="paragraph" w:styleId="Nagwek5">
    <w:name w:val="heading 5"/>
    <w:basedOn w:val="Normalny"/>
    <w:next w:val="Normalny"/>
    <w:link w:val="Nagwek5Znak"/>
    <w:qFormat/>
    <w:rsid w:val="00912CFB"/>
    <w:pPr>
      <w:keepNext/>
      <w:jc w:val="center"/>
      <w:outlineLvl w:val="4"/>
    </w:pPr>
    <w:rPr>
      <w:sz w:val="144"/>
    </w:rPr>
  </w:style>
  <w:style w:type="paragraph" w:styleId="Nagwek6">
    <w:name w:val="heading 6"/>
    <w:basedOn w:val="Normalny"/>
    <w:next w:val="Normalny"/>
    <w:link w:val="Nagwek6Znak"/>
    <w:qFormat/>
    <w:rsid w:val="00912CFB"/>
    <w:pPr>
      <w:keepNext/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qFormat/>
    <w:rsid w:val="00912CFB"/>
    <w:pPr>
      <w:keepNext/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link w:val="Nagwek8Znak"/>
    <w:unhideWhenUsed/>
    <w:qFormat/>
    <w:rsid w:val="007E135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C56AA"/>
    <w:pPr>
      <w:keepNext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  <w:uiPriority w:val="99"/>
    <w:unhideWhenUsed/>
    <w:rsid w:val="00CE0361"/>
    <w:rPr>
      <w:rFonts w:eastAsia="Times New Roman" w:cs="Times New Roman"/>
      <w:bCs w:val="0"/>
      <w:iCs w:val="0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0A666E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7A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EA3C5F"/>
    <w:pPr>
      <w:ind w:left="720"/>
      <w:contextualSpacing/>
    </w:pPr>
  </w:style>
  <w:style w:type="character" w:styleId="Hipercze">
    <w:name w:val="Hyperlink"/>
    <w:basedOn w:val="Domylnaczcionkaakapitu"/>
    <w:rsid w:val="00762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208D"/>
    <w:rPr>
      <w:color w:val="800080" w:themeColor="followedHyperlink"/>
      <w:u w:val="single"/>
    </w:rPr>
  </w:style>
  <w:style w:type="paragraph" w:customStyle="1" w:styleId="Default">
    <w:name w:val="Default"/>
    <w:rsid w:val="007E662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81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16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30B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430BA"/>
    <w:rPr>
      <w:b/>
      <w:bCs/>
    </w:rPr>
  </w:style>
  <w:style w:type="character" w:customStyle="1" w:styleId="st">
    <w:name w:val="st"/>
    <w:basedOn w:val="Domylnaczcionkaakapitu"/>
    <w:rsid w:val="00C506C7"/>
  </w:style>
  <w:style w:type="paragraph" w:styleId="Tekstprzypisudolnego">
    <w:name w:val="footnote text"/>
    <w:basedOn w:val="Normalny"/>
    <w:link w:val="TekstprzypisudolnegoZnak"/>
    <w:semiHidden/>
    <w:unhideWhenUsed/>
    <w:rsid w:val="00197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D99"/>
  </w:style>
  <w:style w:type="character" w:styleId="Odwoanieprzypisudolnego">
    <w:name w:val="footnote reference"/>
    <w:basedOn w:val="Domylnaczcionkaakapitu"/>
    <w:semiHidden/>
    <w:unhideWhenUsed/>
    <w:rsid w:val="00197D9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9C56AA"/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C56AA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C56AA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9C56A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E13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E19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E1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03EA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8103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03EA"/>
  </w:style>
  <w:style w:type="paragraph" w:customStyle="1" w:styleId="BodyText21">
    <w:name w:val="Body Text 21"/>
    <w:basedOn w:val="Normalny"/>
    <w:uiPriority w:val="99"/>
    <w:rsid w:val="008103EA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TekstprzypisudolnegoTekstprzypisu">
    <w:name w:val="Tekst przypisu dolnego.Tekst przypisu"/>
    <w:basedOn w:val="Normalny"/>
    <w:uiPriority w:val="99"/>
    <w:rsid w:val="008103EA"/>
    <w:pPr>
      <w:widowControl w:val="0"/>
    </w:pPr>
    <w:rPr>
      <w:sz w:val="20"/>
      <w:szCs w:val="20"/>
    </w:rPr>
  </w:style>
  <w:style w:type="character" w:styleId="Odwoaniedokomentarza">
    <w:name w:val="annotation reference"/>
    <w:rsid w:val="008053C5"/>
    <w:rPr>
      <w:rFonts w:cs="Times New Roman"/>
      <w:sz w:val="16"/>
    </w:rPr>
  </w:style>
  <w:style w:type="character" w:customStyle="1" w:styleId="t286pc">
    <w:name w:val="t286pc"/>
    <w:basedOn w:val="Domylnaczcionkaakapitu"/>
    <w:rsid w:val="00A876D9"/>
  </w:style>
  <w:style w:type="character" w:customStyle="1" w:styleId="vkekvd">
    <w:name w:val="vkekvd"/>
    <w:basedOn w:val="Domylnaczcionkaakapitu"/>
    <w:rsid w:val="00A876D9"/>
  </w:style>
  <w:style w:type="character" w:customStyle="1" w:styleId="Nagwek1Znak">
    <w:name w:val="Nagłówek 1 Znak"/>
    <w:basedOn w:val="Domylnaczcionkaakapitu"/>
    <w:link w:val="Nagwek1"/>
    <w:rsid w:val="00912CFB"/>
    <w:rPr>
      <w:sz w:val="40"/>
      <w:szCs w:val="24"/>
    </w:rPr>
  </w:style>
  <w:style w:type="character" w:customStyle="1" w:styleId="Nagwek4Znak">
    <w:name w:val="Nagłówek 4 Znak"/>
    <w:basedOn w:val="Domylnaczcionkaakapitu"/>
    <w:link w:val="Nagwek4"/>
    <w:rsid w:val="00912CFB"/>
    <w:rPr>
      <w:sz w:val="72"/>
      <w:szCs w:val="24"/>
    </w:rPr>
  </w:style>
  <w:style w:type="character" w:customStyle="1" w:styleId="Nagwek5Znak">
    <w:name w:val="Nagłówek 5 Znak"/>
    <w:basedOn w:val="Domylnaczcionkaakapitu"/>
    <w:link w:val="Nagwek5"/>
    <w:rsid w:val="00912CFB"/>
    <w:rPr>
      <w:sz w:val="144"/>
      <w:szCs w:val="24"/>
    </w:rPr>
  </w:style>
  <w:style w:type="character" w:customStyle="1" w:styleId="Nagwek6Znak">
    <w:name w:val="Nagłówek 6 Znak"/>
    <w:basedOn w:val="Domylnaczcionkaakapitu"/>
    <w:link w:val="Nagwek6"/>
    <w:rsid w:val="00912CFB"/>
    <w:rPr>
      <w:b/>
      <w:bCs/>
      <w:sz w:val="56"/>
      <w:szCs w:val="24"/>
    </w:rPr>
  </w:style>
  <w:style w:type="character" w:customStyle="1" w:styleId="Nagwek7Znak">
    <w:name w:val="Nagłówek 7 Znak"/>
    <w:basedOn w:val="Domylnaczcionkaakapitu"/>
    <w:link w:val="Nagwek7"/>
    <w:rsid w:val="00912CFB"/>
    <w:rPr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rsid w:val="00912CFB"/>
    <w:pPr>
      <w:jc w:val="center"/>
    </w:pPr>
    <w:rPr>
      <w:sz w:val="48"/>
    </w:rPr>
  </w:style>
  <w:style w:type="character" w:customStyle="1" w:styleId="TekstpodstawowyZnak">
    <w:name w:val="Tekst podstawowy Znak"/>
    <w:basedOn w:val="Domylnaczcionkaakapitu"/>
    <w:link w:val="Tekstpodstawowy"/>
    <w:rsid w:val="00912CFB"/>
    <w:rPr>
      <w:sz w:val="48"/>
      <w:szCs w:val="24"/>
    </w:rPr>
  </w:style>
  <w:style w:type="paragraph" w:customStyle="1" w:styleId="v1msonormal">
    <w:name w:val="v1msonormal"/>
    <w:basedOn w:val="Normalny"/>
    <w:rsid w:val="00912CFB"/>
    <w:pPr>
      <w:spacing w:before="100" w:beforeAutospacing="1" w:after="100" w:afterAutospacing="1"/>
    </w:pPr>
    <w:rPr>
      <w:rFonts w:eastAsiaTheme="minorHAnsi"/>
    </w:rPr>
  </w:style>
  <w:style w:type="paragraph" w:customStyle="1" w:styleId="normaltableau">
    <w:name w:val="normal_tableau"/>
    <w:basedOn w:val="Normalny"/>
    <w:rsid w:val="00912CF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wcity3">
    <w:name w:val="Body Text Indent 3"/>
    <w:basedOn w:val="Normalny"/>
    <w:link w:val="Tekstpodstawowywcity3Znak"/>
    <w:rsid w:val="00912CFB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2CFB"/>
  </w:style>
  <w:style w:type="character" w:styleId="Uwydatnienie">
    <w:name w:val="Emphasis"/>
    <w:basedOn w:val="Domylnaczcionkaakapitu"/>
    <w:uiPriority w:val="20"/>
    <w:qFormat/>
    <w:rsid w:val="00912CFB"/>
    <w:rPr>
      <w:i/>
      <w:iCs/>
    </w:rPr>
  </w:style>
  <w:style w:type="paragraph" w:styleId="Tytu">
    <w:name w:val="Title"/>
    <w:basedOn w:val="Normalny"/>
    <w:link w:val="TytuZnak"/>
    <w:uiPriority w:val="99"/>
    <w:qFormat/>
    <w:rsid w:val="00912CFB"/>
    <w:pPr>
      <w:jc w:val="center"/>
    </w:pPr>
    <w:rPr>
      <w:b/>
      <w:bCs/>
      <w:sz w:val="48"/>
    </w:rPr>
  </w:style>
  <w:style w:type="character" w:customStyle="1" w:styleId="TytuZnak">
    <w:name w:val="Tytuł Znak"/>
    <w:basedOn w:val="Domylnaczcionkaakapitu"/>
    <w:link w:val="Tytu"/>
    <w:uiPriority w:val="99"/>
    <w:rsid w:val="00912CFB"/>
    <w:rPr>
      <w:b/>
      <w:bCs/>
      <w:sz w:val="4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CF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CFB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527C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7CD6"/>
  </w:style>
  <w:style w:type="character" w:styleId="Odwoanieprzypisukocowego">
    <w:name w:val="endnote reference"/>
    <w:basedOn w:val="Domylnaczcionkaakapitu"/>
    <w:semiHidden/>
    <w:unhideWhenUsed/>
    <w:rsid w:val="00527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jekty\38_DszDzDp_2016-2020\Papier%20firmowy\331%20Dobra%20szko&#322;a%20firmowy%20czarny%20pion%2017022017%20o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51B1-E857-4E3F-9FCB-D2158CAA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 Dobra szkoła firmowy czarny pion 17022017 ok</Template>
  <TotalTime>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Malgorzata</cp:lastModifiedBy>
  <cp:revision>3</cp:revision>
  <cp:lastPrinted>2019-05-09T12:31:00Z</cp:lastPrinted>
  <dcterms:created xsi:type="dcterms:W3CDTF">2026-01-29T12:56:00Z</dcterms:created>
  <dcterms:modified xsi:type="dcterms:W3CDTF">2026-01-29T13:08:00Z</dcterms:modified>
</cp:coreProperties>
</file>